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FED" w:rsidRDefault="00421FED" w:rsidP="005B30E1">
      <w:pPr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2128"/>
        <w:gridCol w:w="1843"/>
        <w:gridCol w:w="1134"/>
        <w:gridCol w:w="1843"/>
        <w:gridCol w:w="2268"/>
        <w:gridCol w:w="1418"/>
        <w:gridCol w:w="1842"/>
      </w:tblGrid>
      <w:tr w:rsidR="00421FED" w:rsidTr="009D078F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инициалы </w:t>
            </w:r>
            <w:hyperlink r:id="rId4" w:anchor="Par53" w:history="1">
              <w:r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5" w:anchor="Par54" w:history="1">
              <w:r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421FED" w:rsidTr="009D078F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Default="00421FED">
            <w:pPr>
              <w:rPr>
                <w:sz w:val="20"/>
                <w:szCs w:val="20"/>
              </w:rPr>
            </w:pPr>
          </w:p>
        </w:tc>
      </w:tr>
      <w:tr w:rsidR="00421FED" w:rsidRPr="0051032B" w:rsidTr="009D078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8</w:t>
            </w:r>
          </w:p>
        </w:tc>
      </w:tr>
      <w:tr w:rsidR="00421FED" w:rsidRPr="0051032B" w:rsidTr="009D078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Комлева Галина Ивановна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5B30E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Заместитель председателя Совета Новониколаевского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Жилой дом  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21FED" w:rsidRPr="0051032B" w:rsidRDefault="00421FED">
            <w:pPr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67,70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7300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Россия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нет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21FED" w:rsidRPr="0051032B" w:rsidTr="0051032B">
        <w:trPr>
          <w:trHeight w:val="28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Супруг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Жилой дом 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пользовании)</w:t>
            </w:r>
          </w:p>
          <w:p w:rsidR="00421FED" w:rsidRPr="0051032B" w:rsidRDefault="00421FED">
            <w:pPr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421FED" w:rsidRPr="0051032B" w:rsidRDefault="00421FED" w:rsidP="005B30E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 пользовании)</w:t>
            </w:r>
          </w:p>
          <w:p w:rsidR="00421FED" w:rsidRPr="0051032B" w:rsidRDefault="00421FED">
            <w:pPr>
              <w:spacing w:line="276" w:lineRule="auto"/>
              <w:rPr>
                <w:sz w:val="20"/>
                <w:szCs w:val="20"/>
              </w:rPr>
            </w:pPr>
          </w:p>
          <w:p w:rsidR="00421FED" w:rsidRPr="0051032B" w:rsidRDefault="00421FED">
            <w:pPr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67,70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8E5BB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7300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B30E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  25,90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Россия</w:t>
            </w: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Россия</w:t>
            </w: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 ВАЗ-2109,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УАЗ-220694-04,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КАМАЗ53212,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Трактор колесный МТЗ-50.</w:t>
            </w: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49,7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21FED" w:rsidRPr="0051032B" w:rsidTr="0051032B">
        <w:trPr>
          <w:trHeight w:val="12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Жилой дом </w:t>
            </w:r>
          </w:p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 пользовании)</w:t>
            </w:r>
          </w:p>
          <w:p w:rsidR="00421FED" w:rsidRPr="0051032B" w:rsidRDefault="00421FED" w:rsidP="009D4E6D">
            <w:pPr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  <w:r>
              <w:rPr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67,70</w:t>
            </w:r>
          </w:p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9D4E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7300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Россия</w:t>
            </w: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21FED" w:rsidRPr="0051032B" w:rsidRDefault="00421FED" w:rsidP="005103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 xml:space="preserve">          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 w:rsidP="009D4E6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1032B">
              <w:rPr>
                <w:sz w:val="20"/>
                <w:szCs w:val="20"/>
              </w:rPr>
              <w:t>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ED" w:rsidRPr="0051032B" w:rsidRDefault="00421FE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421FED" w:rsidRDefault="00421FED" w:rsidP="007E107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фамилия, инициалы лица, указанного в </w:t>
      </w:r>
      <w:hyperlink r:id="rId6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7" w:history="1">
        <w:r>
          <w:rPr>
            <w:rStyle w:val="Hyperlink"/>
            <w:color w:val="auto"/>
            <w:sz w:val="20"/>
            <w:szCs w:val="20"/>
            <w:u w:val="none"/>
          </w:rPr>
          <w:t>Положени</w:t>
        </w:r>
      </w:hyperlink>
      <w:r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421FED" w:rsidRDefault="00421FED" w:rsidP="007E107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8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9" w:history="1">
        <w:r>
          <w:rPr>
            <w:rStyle w:val="Hyperlink"/>
            <w:color w:val="auto"/>
            <w:sz w:val="20"/>
            <w:szCs w:val="20"/>
            <w:u w:val="none"/>
          </w:rPr>
          <w:t>Положение</w:t>
        </w:r>
      </w:hyperlink>
      <w:r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421FED" w:rsidRPr="0051032B" w:rsidRDefault="00421FED">
      <w:pPr>
        <w:rPr>
          <w:sz w:val="20"/>
          <w:szCs w:val="20"/>
        </w:rPr>
      </w:pPr>
    </w:p>
    <w:sectPr w:rsidR="00421FED" w:rsidRPr="0051032B" w:rsidSect="005B30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0E1"/>
    <w:rsid w:val="00090A48"/>
    <w:rsid w:val="000D0BAC"/>
    <w:rsid w:val="00132647"/>
    <w:rsid w:val="001528D3"/>
    <w:rsid w:val="00254BA0"/>
    <w:rsid w:val="00421FED"/>
    <w:rsid w:val="0051032B"/>
    <w:rsid w:val="005B30E1"/>
    <w:rsid w:val="007E1076"/>
    <w:rsid w:val="008E5BB2"/>
    <w:rsid w:val="009D078F"/>
    <w:rsid w:val="009D4E6D"/>
    <w:rsid w:val="00B53B94"/>
    <w:rsid w:val="00B96F12"/>
    <w:rsid w:val="00E6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E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B30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9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4A4A98D778B27BAFFE539882A9769DEB3E9B5BEEE22E783CF5E511C85BD018B337A38A7C4CD52922832l0t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9" Type="http://schemas.openxmlformats.org/officeDocument/2006/relationships/hyperlink" Target="consultantplus://offline/ref=8FCE6874CAB5D7162358896ED6671E38C45C4C1B4694A9533FF06BA1BDA50BEBD1C320582B98D61Es4Z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478</Words>
  <Characters>2730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2016-04-28T11:06:00Z</dcterms:created>
  <dcterms:modified xsi:type="dcterms:W3CDTF">2016-04-28T11:06:00Z</dcterms:modified>
</cp:coreProperties>
</file>